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-43180</wp:posOffset>
            </wp:positionV>
            <wp:extent cx="7914005" cy="10732770"/>
            <wp:effectExtent l="0" t="0" r="10795" b="11430"/>
            <wp:wrapNone/>
            <wp:docPr id="1" name="图片 2" descr="C:\Users\kedao\Desktop\图片111.jpg图片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\Users\kedao\Desktop\图片111.jpg图片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14005" cy="10732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1381760</wp:posOffset>
            </wp:positionH>
            <wp:positionV relativeFrom="paragraph">
              <wp:posOffset>59690</wp:posOffset>
            </wp:positionV>
            <wp:extent cx="5017770" cy="1435735"/>
            <wp:effectExtent l="0" t="0" r="0" b="0"/>
            <wp:wrapNone/>
            <wp:docPr id="2" name="图片 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rcRect t="32578" r="22159" b="-1694"/>
                    <a:stretch>
                      <a:fillRect/>
                    </a:stretch>
                  </pic:blipFill>
                  <pic:spPr>
                    <a:xfrm>
                      <a:off x="0" y="0"/>
                      <a:ext cx="5017770" cy="1435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1061720</wp:posOffset>
                </wp:positionH>
                <wp:positionV relativeFrom="paragraph">
                  <wp:posOffset>139065</wp:posOffset>
                </wp:positionV>
                <wp:extent cx="5734685" cy="44132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685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 w:cs="微软雅黑"/>
                                <w:color w:val="0BAFD3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BAFD3"/>
                                <w:sz w:val="36"/>
                                <w:szCs w:val="44"/>
                              </w:rPr>
                              <w:t xml:space="preserve">我一直在努力  MY PERSONAL RESUME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.6pt;margin-top:10.95pt;height:34.75pt;width:451.55pt;z-index:251660288;mso-width-relative:page;mso-height-relative:page;" filled="f" stroked="f" coordsize="21600,21600" o:gfxdata="UEsDBAoAAAAAAIdO4kAAAAAAAAAAAAAAAAAEAAAAZHJzL1BLAwQUAAAACACHTuJA3g1+qNoAAAAK&#10;AQAADwAAAGRycy9kb3ducmV2LnhtbE2Py07DMBBF90j8gzVI7KidAH2EOBWKVCEhumjpht0kniYR&#10;8TjE7gO+HncFy6s5uvdMvjzbXhxp9J1jDclEgSCunem40bB7X93NQfiAbLB3TBq+ycOyuL7KMTPu&#10;xBs6bkMjYgn7DDW0IQyZlL5uyaKfuIE43vZutBhiHBtpRjzFctvLVKmptNhxXGhxoLKl+nN7sBpe&#10;y9UaN1Vq5z99+fK2fx6+dh+PWt/eJOoJRKBz+IPhoh/VoYhOlTuw8aKPeTpLI6ohTRYgLoCaqXsQ&#10;lYZF8gCyyOX/F4pfUEsDBBQAAAAIAIdO4kDH10g7JAIAACYEAAAOAAAAZHJzL2Uyb0RvYy54bWyt&#10;U8uO0zAU3SPxD5b3NH2knaFqOiozKkIaMSMVxNp17CaS7Wtst0n5APiDWbFhz3f1O7h22k4FrBAb&#10;575y7uvc2U2rFdkJ52swBR30+pQIw6GszaagHz8sX11T4gMzJVNgREH3wtOb+csXs8ZOxRAqUKVw&#10;BEGMnza2oFUIdpplnldCM98DKww6JTjNAqpuk5WONYiuVTbs9ydZA660DrjwHq13nZPOE76UgocH&#10;Kb0IRBUUawvpdeldxzebz9h045itan4sg/1DFZrVBpOeoe5YYGTr6j+gdM0deJChx0FnIGXNReoB&#10;uxn0f+tmVTErUi84HG/PY/L/D5a/3z06UpcFzSkxTOOKDk/fDt9/Hn58JXkcT2P9FKNWFuNC+wZa&#10;XPPJ7tEYu26l0/GL/RD046D35+GKNhCOxvHVKJ9cjynh6MvzwWg4jjDZ89/W+fBWgCZRKKjD5aWZ&#10;st29D13oKSQmM7CslUoLVIY0BZ2Mxv30w9mD4MrEWJGocISJHXWVRym06/bY5hrKPXbpoKOJt3xZ&#10;Yyn3zIdH5pAX2BhyPTzgIxVgSjhKlFTgvvzNHuNxXeilpEGeFdR/3jInKFHvDC7y9SDPIzGTko+v&#10;hqi4S8/60mO2+haQygO8KsuTGOODOonSgf6EJ7GIWdHFDMfcBQ0n8TZ07MeT4mKxSEFIRcvCvVlZ&#10;HqG74S62AWSd5h7H1M0G9xUVJGPa3PFwItsv9RT1fN7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4NfqjaAAAACgEAAA8AAAAAAAAAAQAgAAAAIgAAAGRycy9kb3ducmV2LnhtbFBLAQIUABQAAAAI&#10;AIdO4kDH10g7JAIAACYEAAAOAAAAAAAAAAEAIAAAACk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 w:cs="微软雅黑"/>
                          <w:color w:val="0BAFD3"/>
                          <w:sz w:val="36"/>
                          <w:szCs w:val="4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BAFD3"/>
                          <w:sz w:val="36"/>
                          <w:szCs w:val="44"/>
                        </w:rPr>
                        <w:t xml:space="preserve">我一直在努力  MY PERSONAL RESUME 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>
      <w:bookmarkStart w:id="0" w:name="_GoBack"/>
      <w:bookmarkEnd w:id="0"/>
    </w:p>
    <w:p/>
    <w:p/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8890</wp:posOffset>
                </wp:positionV>
                <wp:extent cx="2773045" cy="1959610"/>
                <wp:effectExtent l="0" t="0" r="0" b="0"/>
                <wp:wrapNone/>
                <wp:docPr id="15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045" cy="1959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36" w:lineRule="auto"/>
                              <w:rPr>
                                <w:rFonts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BAFD3"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snapToGrid w:val="0"/>
                              <w:spacing w:line="336" w:lineRule="auto"/>
                              <w:rPr>
                                <w:rFonts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BAFD3"/>
                                <w:sz w:val="28"/>
                                <w:szCs w:val="28"/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</w:rPr>
                              <w:t>18627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  <w:lang w:val="en-US" w:eastAsia="zh-CN"/>
                              </w:rPr>
                              <w:t>230000</w:t>
                            </w:r>
                          </w:p>
                          <w:p>
                            <w:pPr>
                              <w:snapToGrid w:val="0"/>
                              <w:spacing w:line="336" w:lineRule="auto"/>
                              <w:rPr>
                                <w:rFonts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BAFD3"/>
                                <w:sz w:val="28"/>
                                <w:szCs w:val="28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  <w:lang w:val="en-US" w:eastAsia="zh-CN"/>
                              </w:rPr>
                              <w:t>123456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</w:rPr>
                              <w:t>@163.com</w:t>
                            </w:r>
                          </w:p>
                          <w:p>
                            <w:pPr>
                              <w:snapToGrid w:val="0"/>
                              <w:spacing w:line="336" w:lineRule="auto"/>
                              <w:rPr>
                                <w:rFonts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BAFD3"/>
                                <w:sz w:val="28"/>
                                <w:szCs w:val="28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  <w:lang w:eastAsia="zh-CN"/>
                              </w:rPr>
                              <w:t>金融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  <w:lang w:val="en-US" w:eastAsia="zh-CN"/>
                              </w:rPr>
                              <w:t>/银行职位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0BAFD3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239.2pt;margin-top:0.7pt;height:154.3pt;width:218.35pt;z-index:251665408;mso-width-relative:page;mso-height-relative:page;" filled="f" stroked="f" coordsize="21600,21600" o:gfxdata="UEsDBAoAAAAAAIdO4kAAAAAAAAAAAAAAAAAEAAAAZHJzL1BLAwQUAAAACACHTuJALSuvKtYAAAAJ&#10;AQAADwAAAGRycy9kb3ducmV2LnhtbE2PTU/DMAyG70j7D5GRuLEko4OtNN0BxJWJ8SFxyxqvrWic&#10;qsnW8u/xTuxkWc+r14+LzeQ7ccIhtoEM6LkCgVQF11Jt4OP95XYFIiZLznaB0MAvRtiUs6vC5i6M&#10;9IanXaoFl1DMrYEmpT6XMlYNehvnoUdidgiDt4nXoZZusCOX+04ulLqX3rbEFxrb41OD1c/u6A18&#10;vh6+vzK1rZ/9sh/DpCT5tTTm5lqrRxAJp/QfhrM+q0PJTvtwJBdFZyB7WGUcZcCD+VovNYi9gTut&#10;FMiykJcflH9QSwMEFAAAAAgAh07iQHjE3S+/AQAASQMAAA4AAABkcnMvZTJvRG9jLnhtbK1TzW4T&#10;MRC+I/UdLN/J7gbSNqs4lVBVLgiQ2j6A47WzlvzXsZPd8ADwBpy4cOe58hwdO2mI4Ia4zNrz83m+&#10;b2YXN6M1ZCshau8YbSY1JdIJ32m3ZvTx4e71NSUxcddx451kdCcjvVlevFoMoZVT33vTSSAI4mI7&#10;BEb7lEJbVVH00vI48UE6DCoPlie8wrrqgA+Ibk01revLavDQBfBCxoje20OQLgu+UlKkT0pFmYhh&#10;FHtLxUKxq2yr5YK3a+Ch1+LYBv+HLizXDh89Qd3yxMkG9F9QVgvw0as0Ed5WXiktZOGAbJr6Dzb3&#10;PQ+ycEFxYjjJFP8frPi4/QxEdzi7GSWOW5zR/vu3/Y9f+59fSXOdBRpCbDHvPmBmGt/5EZNf/BGd&#10;mfeowOYvMiIYR6l3J3nlmIhA5/Tq6k39Fp8RGGvms/llUwZQ/S4PENN76S3JB0YB51dk5dsPMWEr&#10;mPqSkl9z/k4bU2ZoHBkYnc+ms1JwFrE6STjUGperZNmLI2AmdyCRT2lcjUfGK9/tkDDuNjbSe/hC&#10;yYB7wmh82nCQlHAn0M1oomQTQK97zCu6VBkJ51XaPe5WXojzO57P/4DlM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0rryrWAAAACQEAAA8AAAAAAAAAAQAgAAAAIgAAAGRycy9kb3ducmV2LnhtbFBL&#10;AQIUABQAAAAIAIdO4kB4xN0vvwEAAEkDAAAOAAAAAAAAAAEAIAAAACUBAABkcnMvZTJvRG9jLnht&#10;bFBLBQYAAAAABgAGAFkBAABWBQAAAAA=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36" w:lineRule="auto"/>
                        <w:rPr>
                          <w:rFonts w:ascii="微软雅黑" w:hAnsi="微软雅黑" w:eastAsia="微软雅黑" w:cs="微软雅黑"/>
                          <w:color w:val="0BAFD3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BAFD3"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BAFD3"/>
                          <w:sz w:val="28"/>
                          <w:szCs w:val="28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snapToGrid w:val="0"/>
                        <w:spacing w:line="336" w:lineRule="auto"/>
                        <w:rPr>
                          <w:rFonts w:ascii="微软雅黑" w:hAnsi="微软雅黑" w:eastAsia="微软雅黑" w:cs="微软雅黑"/>
                          <w:color w:val="0BAFD3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BAFD3"/>
                          <w:sz w:val="28"/>
                          <w:szCs w:val="28"/>
                        </w:rPr>
                        <w:t>电话：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BAFD3"/>
                          <w:sz w:val="28"/>
                          <w:szCs w:val="28"/>
                        </w:rPr>
                        <w:t>18627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BAFD3"/>
                          <w:sz w:val="28"/>
                          <w:szCs w:val="28"/>
                          <w:lang w:val="en-US" w:eastAsia="zh-CN"/>
                        </w:rPr>
                        <w:t>230000</w:t>
                      </w:r>
                    </w:p>
                    <w:p>
                      <w:pPr>
                        <w:snapToGrid w:val="0"/>
                        <w:spacing w:line="336" w:lineRule="auto"/>
                        <w:rPr>
                          <w:rFonts w:ascii="微软雅黑" w:hAnsi="微软雅黑" w:eastAsia="微软雅黑" w:cs="微软雅黑"/>
                          <w:color w:val="0BAFD3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BAFD3"/>
                          <w:sz w:val="28"/>
                          <w:szCs w:val="28"/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BAFD3"/>
                          <w:sz w:val="28"/>
                          <w:szCs w:val="28"/>
                          <w:lang w:val="en-US" w:eastAsia="zh-CN"/>
                        </w:rPr>
                        <w:t>123456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BAFD3"/>
                          <w:sz w:val="28"/>
                          <w:szCs w:val="28"/>
                        </w:rPr>
                        <w:t>@163.com</w:t>
                      </w:r>
                    </w:p>
                    <w:p>
                      <w:pPr>
                        <w:snapToGrid w:val="0"/>
                        <w:spacing w:line="336" w:lineRule="auto"/>
                        <w:rPr>
                          <w:rFonts w:ascii="微软雅黑" w:hAnsi="微软雅黑" w:eastAsia="微软雅黑" w:cs="微软雅黑"/>
                          <w:color w:val="0BAFD3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BAFD3"/>
                          <w:sz w:val="28"/>
                          <w:szCs w:val="28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BAFD3"/>
                          <w:sz w:val="28"/>
                          <w:szCs w:val="28"/>
                          <w:lang w:eastAsia="zh-CN"/>
                        </w:rPr>
                        <w:t>金融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BAFD3"/>
                          <w:sz w:val="28"/>
                          <w:szCs w:val="28"/>
                          <w:lang w:val="en-US" w:eastAsia="zh-CN"/>
                        </w:rPr>
                        <w:t>/银行职位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0BAFD3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56515</wp:posOffset>
                </wp:positionV>
                <wp:extent cx="286385" cy="288925"/>
                <wp:effectExtent l="0" t="0" r="18415" b="15875"/>
                <wp:wrapNone/>
                <wp:docPr id="5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85" cy="288925"/>
                          <a:chOff x="0" y="0"/>
                          <a:chExt cx="454" cy="454"/>
                        </a:xfrm>
                        <a:effectLst/>
                      </wpg:grpSpPr>
                      <wps:wsp>
                        <wps:cNvPr id="9" name="正圆 1244"/>
                        <wps:cNvSpPr/>
                        <wps:spPr>
                          <a:xfrm>
                            <a:off x="0" y="0"/>
                            <a:ext cx="454" cy="454"/>
                          </a:xfrm>
                          <a:prstGeom prst="ellipse">
                            <a:avLst/>
                          </a:prstGeom>
                          <a:solidFill>
                            <a:srgbClr val="0BAFD3"/>
                          </a:solidFill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lIns="89999" tIns="47159" rIns="89999" bIns="47159" anchor="ctr" upright="1"/>
                      </wps:wsp>
                      <wps:wsp>
                        <wps:cNvPr id="10" name="方形小人2 1235"/>
                        <wps:cNvSpPr/>
                        <wps:spPr>
                          <a:xfrm>
                            <a:off x="113" y="114"/>
                            <a:ext cx="226" cy="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415" h="1755576">
                                <a:moveTo>
                                  <a:pt x="393420" y="849255"/>
                                </a:moveTo>
                                <a:cubicBezTo>
                                  <a:pt x="462894" y="997863"/>
                                  <a:pt x="601240" y="1098122"/>
                                  <a:pt x="760208" y="1098122"/>
                                </a:cubicBezTo>
                                <a:cubicBezTo>
                                  <a:pt x="919176" y="1098122"/>
                                  <a:pt x="1057521" y="997863"/>
                                  <a:pt x="1126995" y="849255"/>
                                </a:cubicBezTo>
                                <a:cubicBezTo>
                                  <a:pt x="1344348" y="849804"/>
                                  <a:pt x="1520415" y="1129988"/>
                                  <a:pt x="1520415" y="1475516"/>
                                </a:cubicBezTo>
                                <a:lnTo>
                                  <a:pt x="1520415" y="1755576"/>
                                </a:lnTo>
                                <a:lnTo>
                                  <a:pt x="0" y="1755576"/>
                                </a:lnTo>
                                <a:lnTo>
                                  <a:pt x="0" y="1475516"/>
                                </a:lnTo>
                                <a:cubicBezTo>
                                  <a:pt x="0" y="1129988"/>
                                  <a:pt x="176067" y="849804"/>
                                  <a:pt x="393420" y="849255"/>
                                </a:cubicBezTo>
                                <a:close/>
                                <a:moveTo>
                                  <a:pt x="760207" y="0"/>
                                </a:moveTo>
                                <a:cubicBezTo>
                                  <a:pt x="968994" y="0"/>
                                  <a:pt x="1138249" y="213584"/>
                                  <a:pt x="1138249" y="477053"/>
                                </a:cubicBezTo>
                                <a:cubicBezTo>
                                  <a:pt x="1138249" y="740522"/>
                                  <a:pt x="968994" y="954106"/>
                                  <a:pt x="760207" y="954106"/>
                                </a:cubicBezTo>
                                <a:cubicBezTo>
                                  <a:pt x="551420" y="954106"/>
                                  <a:pt x="382165" y="740522"/>
                                  <a:pt x="382165" y="477053"/>
                                </a:cubicBezTo>
                                <a:cubicBezTo>
                                  <a:pt x="382165" y="213584"/>
                                  <a:pt x="551420" y="0"/>
                                  <a:pt x="7602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100000"/>
                            </a:srgbClr>
                          </a:solidFill>
                          <a:ln w="19050" cap="flat" cmpd="sng">
                            <a:noFill/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213.45pt;margin-top:4.45pt;height:22.75pt;width:22.55pt;z-index:251661312;mso-width-relative:page;mso-height-relative:page;" coordsize="454,454" o:gfxdata="UEsDBAoAAAAAAIdO4kAAAAAAAAAAAAAAAAAEAAAAZHJzL1BLAwQUAAAACACHTuJAyzZBr9kAAAAI&#10;AQAADwAAAGRycy9kb3ducmV2LnhtbE2PQUvDQBCF74L/YRnBm90kprXGbIoU9VQEW0G8TZNpEpqd&#10;Ddlt0v57x5Oehsd7vPlevjrbTo00+NaxgXgWgSIuXdVybeBz93q3BOUDcoWdYzJwIQ+r4voqx6xy&#10;E3/QuA21khL2GRpoQugzrX3ZkEU/cz2xeAc3WAwih1pXA05SbjudRNFCW2xZPjTY07qh8rg9WQNv&#10;E07P9/HLuDke1pfv3fz9axOTMbc3cfQEKtA5/IXhF1/QoRCmvTtx5VVnIE0WjxI1sJQjfvqQyLa9&#10;gXmagi5y/X9A8QNQSwMEFAAAAAgAh07iQDwQpNxhBAAANAwAAA4AAABkcnMvZTJvRG9jLnhtbL1W&#10;y47cRBTdI/EPpdoz7fLb1ngiwmRGSAgiJXxAdbn8kGyXqXI/JmuEsoMVK1bJGoktQfwNE36DW1V2&#10;t92TZIYg0Qt3Pe/j3HPvrfNH+7ZBWy5VLboMkzMHI94xkdddmeFvn199FmOkBtrltBEdz/ANV/jR&#10;xaefnO/6lLuiEk3OJQIhnUp3fYarYejT1UqxirdUnYmed7BZCNnSAaayXOWS7kB626xcxwlXOyHz&#10;XgrGlYLVS7uJL4z8ouBs+KYoFB9Qk2GwbTBfab5r/V1dnNO0lLSvajaaQT/CipbWHSg9iLqkA0Ub&#10;Wd8R1dZMCiWK4YyJdiWKombc+ADeEOfEm2spNr3xpUx3ZX+ACaA9wemjxbKvt08lqvMMBxh1tIUQ&#10;/f3H97c/vUS+xmbXlykcuZb9s/6pHBdKO9Pu7gvZ6n9wBO0NqjcHVPl+QAwW3Tj0YpDOYMuN48QN&#10;LOqsgtDcucWqJ+M9P/DtJT0A1aujOm4i+5Ua9LK28WDSrgceqSNU6r9B9ayiPTcRUBqHEapkgurt&#10;r69vf/kBEdcf0TKnDlCpVAFqD8XpA/72Ug3XXLRIDzLMm6bulbaLpnQ7wkDT6ZReVqKp86u6acxE&#10;lusvGom2VGfB48+vLr0R0MWxpkO7DCcBBEjf6oS+b4FvOr1yAvvknsZ82K/3hh4qXYv8BoCCogCm&#10;VkK+wGgHCZZh9d2GSo5R82UHYYkT+EFGmokfkQAmcr6znu/QjoGoDLNBYrTpZV1WIJ0YN8aYa7b+&#10;D8EnUEZsorz9+ffbP1/d/vbjX2/euEACzxBbGwFUuZ8EhHgYQU4QYsgD8E4J44ZjtsBgSXy2sUTQ&#10;0ZgiD0UntxyAtWoasX03DSVUwQ/Wv54O+p4WqoeaBSRwHZ9A1lYwjoIgiEJDilZs+XNhTg46d73E&#10;811ABPyIfUhtAwFk6vEc26xr9pi/mN/yQzdOILvhVpJEUB+0m6DciAwdyCcrkjhJTFx3vhuFjutA&#10;U9HAHXdB41LPcmYFJyQh4MbJ1UktcYIocMl7jCLEDZME8Dh1dKloObNqief7nm9NBoxiZwz3uDsB&#10;rR0ibpLE8dzdQxz0tg+BIBMllqqabo7v4tYYPUuk6dz0b40Y0X74yYUlk6ylRQvJ73AMAhlGE54n&#10;oLyPVUsNrBGKG+Ic2Wa1GpJY4abF30vIJIRyZAk5vgnG6BAvdn2oTAC/S7wgXsZututHkRNMZfXE&#10;zndkACT/QXDkO8GS5DNzksAnjon5RNSZc8fNByUAsGdK1uPNSSzYQ0JL8LsGzTb/paOzm3cBnBm0&#10;gH3m4hS/E0jH0IPbumKZx8GhihksjnVy0ePUvBVemZ9to01fUdsgiaN/Y+EdzxsFC0G2WZLECSB5&#10;mG5vRUMHGLY9PKZUVy57KNgJrfuSqsoqMbJsolec5k+6HA03Pby+OngmQ8PMcMtzaJUcXtV6ZGg+&#10;0Lp5yEkA4N6GfW+XflDHNY8veJoafMZntH77zucwnj/2L/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wYAAFtDb250ZW50X1R5cGVzXS54bWxQ&#10;SwECFAAKAAAAAACHTuJAAAAAAAAAAAAAAAAABgAAAAAAAAAAABAAAAC1BQAAX3JlbHMvUEsBAhQA&#10;FAAAAAgAh07iQIoUZjzRAAAAlAEAAAsAAAAAAAAAAQAgAAAA2QUAAF9yZWxzLy5yZWxzUEsBAhQA&#10;CgAAAAAAh07iQAAAAAAAAAAAAAAAAAQAAAAAAAAAAAAQAAAAAAAAAGRycy9QSwECFAAUAAAACACH&#10;TuJAyzZBr9kAAAAIAQAADwAAAAAAAAABACAAAAAiAAAAZHJzL2Rvd25yZXYueG1sUEsBAhQAFAAA&#10;AAgAh07iQDwQpNxhBAAANAwAAA4AAAAAAAAAAQAgAAAAKAEAAGRycy9lMm9Eb2MueG1sUEsFBgAA&#10;AAAGAAYAWQEAAPsHAAAAAA==&#10;">
                <o:lock v:ext="edit" aspectratio="f"/>
                <v:shape id="正圆 1244" o:spid="_x0000_s1026" o:spt="3" type="#_x0000_t3" style="position:absolute;left:0;top:0;height:454;width:454;v-text-anchor:middle;" fillcolor="#0BAFD3" filled="t" stroked="f" coordsize="21600,21600" o:gfxdata="UEsDBAoAAAAAAIdO4kAAAAAAAAAAAAAAAAAEAAAAZHJzL1BLAwQUAAAACACHTuJA/IFW7LoAAADa&#10;AAAADwAAAGRycy9kb3ducmV2LnhtbEWPQYvCMBSE74L/ITxhb5p0kVWrUVAQFxYPVvH8aJ5NsXkp&#10;TVbdf78RBI/DzHzDLFYP14gbdaH2rCEbKRDEpTc1VxpOx+1wCiJEZIONZ9LwRwFWy35vgbnxdz7Q&#10;rYiVSBAOOWqwMba5lKG05DCMfEucvIvvHMYku0qaDu8J7hr5qdSXdFhzWrDY0sZSeS1+nYb9z2x8&#10;Ks5kwy6bbidSWXk5r7X+GGRqDiLSI77Dr/a30TCD55V0A+Ty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8gVbsugAAANo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方形小人2 1235" o:spid="_x0000_s1026" o:spt="100" style="position:absolute;left:113;top:114;height:226;width:226;v-text-anchor:middle;" fillcolor="#FFFFFF" filled="t" stroked="f" coordsize="1520415,1755576" o:gfxdata="UEsDBAoAAAAAAIdO4kAAAAAAAAAAAAAAAAAEAAAAZHJzL1BLAwQUAAAACACHTuJAS2Baa70AAADb&#10;AAAADwAAAGRycy9kb3ducmV2LnhtbEWPT2sCQQzF7wW/wxDBW3fWWqqsjoJF20JPtYLXsJP9ozuZ&#10;ZWbU7bdvDoXeEt7Le7+sNoPr1I1CbD0bmGY5KOLS25ZrA8fv/eMCVEzIFjvPZOCHImzWo4cVFtbf&#10;+Ytuh1QrCeFYoIEmpb7QOpYNOYyZ74lFq3xwmGQNtbYB7xLuOv2U5y/aYcvS0GBPrw2Vl8PVGeiG&#10;GW7rc/ls55cw353eP6/VWzBmMp7mS1CJhvRv/rv+sIIv9PKLDK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YFprvQAA&#10;ANsAAAAPAAAAAAAAAAEAIAAAACIAAABkcnMvZG93bnJldi54bWxQSwECFAAUAAAACACHTuJAMy8F&#10;njsAAAA5AAAAEAAAAAAAAAABACAAAAAMAQAAZHJzL3NoYXBleG1sLnhtbFBLBQYAAAAABgAGAFsB&#10;AAC2AwAAAAA=&#10;" path="m393420,849255c462894,997863,601240,1098122,760208,1098122c919176,1098122,1057521,997863,1126995,849255c1344348,849804,1520415,1129988,1520415,1475516l1520415,1755576,0,1755576,0,1475516c0,1129988,176067,849804,393420,849255xm760207,0c968994,0,1138249,213584,1138249,477053c1138249,740522,968994,954106,760207,954106c551420,954106,382165,740522,382165,477053c382165,213584,551420,0,760207,0xe">
                  <v:fill on="t" focussize="0,0"/>
                  <v:stroke on="f" weight="1.5pt"/>
                  <v:imagedata o:title=""/>
                  <o:lock v:ext="edit" aspectratio="f"/>
                </v:shape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109220</wp:posOffset>
                </wp:positionV>
                <wp:extent cx="287020" cy="288925"/>
                <wp:effectExtent l="0" t="0" r="17780" b="15875"/>
                <wp:wrapNone/>
                <wp:docPr id="11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020" cy="288925"/>
                          <a:chOff x="0" y="0"/>
                          <a:chExt cx="566" cy="566"/>
                        </a:xfrm>
                        <a:effectLst/>
                      </wpg:grpSpPr>
                      <wps:wsp>
                        <wps:cNvPr id="12" name="椭圆 8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0BAFD3"/>
                          </a:solidFill>
                          <a:ln w="9525">
                            <a:noFill/>
                          </a:ln>
                          <a:effectLst/>
                        </wps:spPr>
                        <wps:bodyPr vert="horz" wrap="square" anchor="ctr" upright="1"/>
                      </wps:wsp>
                      <wps:wsp>
                        <wps:cNvPr id="7" name="电话2 855"/>
                        <wps:cNvSpPr/>
                        <wps:spPr>
                          <a:xfrm>
                            <a:off x="114" y="114"/>
                            <a:ext cx="341" cy="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520" h="469210">
                                <a:moveTo>
                                  <a:pt x="327445" y="314600"/>
                                </a:moveTo>
                                <a:cubicBezTo>
                                  <a:pt x="356349" y="319254"/>
                                  <a:pt x="385797" y="360745"/>
                                  <a:pt x="394054" y="381803"/>
                                </a:cubicBezTo>
                                <a:cubicBezTo>
                                  <a:pt x="402312" y="402860"/>
                                  <a:pt x="388098" y="427511"/>
                                  <a:pt x="376990" y="440944"/>
                                </a:cubicBezTo>
                                <a:cubicBezTo>
                                  <a:pt x="373700" y="421882"/>
                                  <a:pt x="364955" y="401443"/>
                                  <a:pt x="352485" y="383463"/>
                                </a:cubicBezTo>
                                <a:cubicBezTo>
                                  <a:pt x="332676" y="354903"/>
                                  <a:pt x="307287" y="337803"/>
                                  <a:pt x="287162" y="338581"/>
                                </a:cubicBezTo>
                                <a:cubicBezTo>
                                  <a:pt x="300917" y="326499"/>
                                  <a:pt x="298542" y="309947"/>
                                  <a:pt x="327445" y="314600"/>
                                </a:cubicBezTo>
                                <a:close/>
                                <a:moveTo>
                                  <a:pt x="44367" y="9445"/>
                                </a:moveTo>
                                <a:cubicBezTo>
                                  <a:pt x="65307" y="7976"/>
                                  <a:pt x="88582" y="48300"/>
                                  <a:pt x="98716" y="103893"/>
                                </a:cubicBezTo>
                                <a:cubicBezTo>
                                  <a:pt x="103023" y="127522"/>
                                  <a:pt x="104507" y="151694"/>
                                  <a:pt x="102812" y="172874"/>
                                </a:cubicBezTo>
                                <a:cubicBezTo>
                                  <a:pt x="96419" y="177933"/>
                                  <a:pt x="92462" y="183883"/>
                                  <a:pt x="93679" y="191748"/>
                                </a:cubicBezTo>
                                <a:cubicBezTo>
                                  <a:pt x="97962" y="219449"/>
                                  <a:pt x="202914" y="329063"/>
                                  <a:pt x="240363" y="349244"/>
                                </a:cubicBezTo>
                                <a:cubicBezTo>
                                  <a:pt x="253454" y="356299"/>
                                  <a:pt x="265280" y="353652"/>
                                  <a:pt x="275564" y="347108"/>
                                </a:cubicBezTo>
                                <a:lnTo>
                                  <a:pt x="275884" y="347663"/>
                                </a:lnTo>
                                <a:cubicBezTo>
                                  <a:pt x="293996" y="337193"/>
                                  <a:pt x="324545" y="354625"/>
                                  <a:pt x="347507" y="388530"/>
                                </a:cubicBezTo>
                                <a:cubicBezTo>
                                  <a:pt x="360303" y="407426"/>
                                  <a:pt x="369015" y="429003"/>
                                  <a:pt x="371399" y="448117"/>
                                </a:cubicBezTo>
                                <a:cubicBezTo>
                                  <a:pt x="347296" y="472826"/>
                                  <a:pt x="310581" y="469765"/>
                                  <a:pt x="288158" y="468159"/>
                                </a:cubicBezTo>
                                <a:cubicBezTo>
                                  <a:pt x="253182" y="465654"/>
                                  <a:pt x="-15065" y="364036"/>
                                  <a:pt x="664" y="89829"/>
                                </a:cubicBezTo>
                                <a:cubicBezTo>
                                  <a:pt x="3125" y="70964"/>
                                  <a:pt x="7079" y="53749"/>
                                  <a:pt x="14299" y="39550"/>
                                </a:cubicBezTo>
                                <a:cubicBezTo>
                                  <a:pt x="20978" y="26415"/>
                                  <a:pt x="30453" y="15861"/>
                                  <a:pt x="44367" y="9445"/>
                                </a:cubicBezTo>
                                <a:close/>
                                <a:moveTo>
                                  <a:pt x="85842" y="6"/>
                                </a:moveTo>
                                <a:cubicBezTo>
                                  <a:pt x="147282" y="-938"/>
                                  <a:pt x="156451" y="106342"/>
                                  <a:pt x="147962" y="128156"/>
                                </a:cubicBezTo>
                                <a:cubicBezTo>
                                  <a:pt x="140696" y="146825"/>
                                  <a:pt x="125598" y="157194"/>
                                  <a:pt x="109217" y="167957"/>
                                </a:cubicBezTo>
                                <a:cubicBezTo>
                                  <a:pt x="111214" y="147002"/>
                                  <a:pt x="109601" y="123749"/>
                                  <a:pt x="105273" y="101024"/>
                                </a:cubicBezTo>
                                <a:cubicBezTo>
                                  <a:pt x="95931" y="51971"/>
                                  <a:pt x="75887" y="14560"/>
                                  <a:pt x="55177" y="5105"/>
                                </a:cubicBezTo>
                                <a:cubicBezTo>
                                  <a:pt x="63799" y="1769"/>
                                  <a:pt x="73998" y="188"/>
                                  <a:pt x="85842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2225" cap="flat" cmpd="sng">
                            <a:noFill/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214.4pt;margin-top:8.6pt;height:22.75pt;width:22.6pt;z-index:251662336;mso-width-relative:page;mso-height-relative:page;" coordsize="566,566" o:gfxdata="UEsDBAoAAAAAAIdO4kAAAAAAAAAAAAAAAAAEAAAAZHJzL1BLAwQUAAAACACHTuJAEQmgA9kAAAAJ&#10;AQAADwAAAGRycy9kb3ducmV2LnhtbE2PQUvDQBSE74L/YXkFb3aTGJuSZlOkqKci2AribZt9TUKz&#10;b0N2m7T/3ufJHocZZr4p1hfbiREH3zpSEM8jEEiVMy3VCr72b49LED5oMrpzhAqu6GFd3t8VOjdu&#10;ok8cd6EWXEI+1wqaEPpcSl81aLWfux6JvaMbrA4sh1qaQU9cbjuZRNFCWt0SLzS6x02D1Wl3tgre&#10;Jz29PMWv4/Z03Fx/9s8f39sYlXqYxdEKRMBL+A/DHz6jQ8lMB3cm40WnIE2WjB7YyBIQHEizlM8d&#10;FCySDGRZyNsH5S9QSwMEFAAAAAgAh07iQCECX6f0BQAAYREAAA4AAABkcnMvZTJvRG9jLnhtbL1Y&#10;y47cRBTdI/EPlvdJ1/vRSk9EmEw2CCIlfIDH7X5IbtvYnumZrBFiyYIl7NgiVqz4ngCfwamHe7pm&#10;EtIKErPoKbuqbt17zrm3qvzk6c2uzq6rfti2zSKnj0meVU3ZLrfNepF//frikcmzYSyaZVG3TbXI&#10;b6shf3r26SdP9t28Yu2mrZdVn8FIM8z33SLfjGM3n82GclPtiuFx21UNOldtvytGPPbr2bIv9rC+&#10;q2eMEDXbt/2y69uyGga8PQ+d+Zm3v1pV5fjVajVUY1Yvcvg2+t/e/16639nZk2K+7otusy2jG8VH&#10;eLErtg0WPZg6L8Yiu+q3D0zttmXfDu1qfFy2u1m7Wm3LyseAaCi5F82Lvr3qfCzr+X7dHWACtPdw&#10;+miz5ZfXL/tsuwR3NM+aYgeO/vrj27c/fJ9pB86+W88x5kXfvepe9vHFOjy5eG9W/c79RyTZjYf1&#10;9gBrdTNmJV4yowkD+CW6mDGWyQB7uQE3D2aVm+dxnlQqTHINLD27W67y1H4xjO618/Hg0r6DkIY7&#10;rIb/htWrTdFVnoLB4TBhxSas/vzl17c/fZeZgJUfcwBqmA/A7FSUpNJTtB75o2i7fhhfVO0uc41F&#10;XtX1thucV8W8uI4gFPNplHs9tPV2ebGta//Qry8/r/vsunBJ8Oyzi3Me4UyG1U22X+RWgh43q2nd&#10;/AB73bg390CfwnOIX7bLW2CDQgD/Nm3/Js/2SKpFPnxzVfRVnhVNideLvBz7PLvq+u16g5HU+xEp&#10;c2L7H7gDylHmP/7+928/s8xIr0e3OBj+MHuUijyDlN1/wANcol65QAo5kbtGqtfyKjDohk+UoVgs&#10;A3l4t5la5U0zNXtUr3+tW10xunnOqGs6+rhV0uXaZpELZRklnstde129bv240SUcZ1oI6aPgVCji&#10;6yAEdzeuvLrcls+qN8ksqbiwcRayOIbfBZNGagtsXfiKaFj32MROKwiG+05DDZn0l66SPoWZgjBO&#10;kW0wi6ZRsWJPaxpiscG4TqYlKtjxmlpZCyRcpyBWeG8RY7pK+hTNaq4BSTBLjWGJWSUsBBMcokL4&#10;UIB/AEEyYSKuhgt1epycM6VR7hx8UtiA0MEs0aihoZPrCN/UiR6qAkKcG2km6aWRpU/RW0IsjWYZ&#10;wrLHcTJrpIhmibXC16RpzffpJ12lrNuh8ozc6SqsDNhctUOw4MUr5YPiU5KTMAUy89vB5IxB0FEh&#10;hgcpT13WYePXoYQbezodGA7hhZlQFkskQImQ0RcqqbJJHlCoNAqWOtZOl51VgobsolpbngjLMhE5&#10;poYbk/YByzgPdAq/FZ2kc6ttNMooeEjpJ8zGOseZJUHJE6xMEI43XqwCrp0eI5NcTIVAKnZPcihd&#10;JuQdlxwPiR61lCqWEKEpeXeYdXNcsMCcMYc56pCO06hUrkGazHJrYyJyTYNmpsA5g/cxvyUYSYuc&#10;0JMsQBHk6tw/iQgUTI6MDzVFC5bImytLaCw4YOJeZdAU7oaZwlBk88lrCs1inGiZe2tS4gqJd0gh&#10;3ZI4cYSjMlZdhabXzUlxgn06paqSKt1AHlFJsJAXlXICO2ZfReqNNez09bBzBIOaILmO7WkSU0Zy&#10;nQqfCqdK7wXq/OkcMmJ1AAWlFHwd70SoF7GWSKOSTeqdhTCV5furKOperNDT8fiuzqY2grSpJ9rH&#10;9shyn0CTsClySwbCKZIdZo/8x7ypUFAUNzmtlq6RPk0rEhVFhmOGSfMF5Mi4e1OJTEsIogSHl1Dv&#10;KcqbPF3YlFI2ndAE9vE0FAiBxDjZA+qJZDoShcsYO72sWWl5sCqp1QnDrgTFOIRMjy9SotB7OiTy&#10;zSF+UhYprqNCKY44x0Rp1IKgQZxajjseKiVla9IY1ncHSe/I4XDpnbo7viZ3huH4anHh/2IcybBw&#10;tWD4Qz6W7l6wqosRzV2Hm+fQrNMbB7zARee8GDbhzuJthXg2VbF83iyz8bbDTbXBNwXcNBb5rlrm&#10;WV3hE4Rree2OxbY+ZSTC+5+uN/6iinu8hzd+c3AfCo6f0T7+MnL2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YIAABbQ29udGVudF9UeXBlc10u&#10;eG1sUEsBAhQACgAAAAAAh07iQAAAAAAAAAAAAAAAAAYAAAAAAAAAAAAQAAAASAcAAF9yZWxzL1BL&#10;AQIUABQAAAAIAIdO4kCKFGY80QAAAJQBAAALAAAAAAAAAAEAIAAAAGwHAABfcmVscy8ucmVsc1BL&#10;AQIUAAoAAAAAAIdO4kAAAAAAAAAAAAAAAAAEAAAAAAAAAAAAEAAAAAAAAABkcnMvUEsBAhQAFAAA&#10;AAgAh07iQBEJoAPZAAAACQEAAA8AAAAAAAAAAQAgAAAAIgAAAGRycy9kb3ducmV2LnhtbFBLAQIU&#10;ABQAAAAIAIdO4kAhAl+n9AUAAGERAAAOAAAAAAAAAAEAIAAAACgBAABkcnMvZTJvRG9jLnhtbFBL&#10;BQYAAAAABgAGAFkBAACOCQAAAAA=&#10;">
                <o:lock v:ext="edit" aspectratio="f"/>
                <v:shape id="椭圆 8" o:spid="_x0000_s1026" o:spt="3" type="#_x0000_t3" style="position:absolute;left:0;top:0;height:567;width:567;v-text-anchor:middle;" fillcolor="#0BAFD3" filled="t" stroked="f" coordsize="21600,21600" o:gfxdata="UEsDBAoAAAAAAIdO4kAAAAAAAAAAAAAAAAAEAAAAZHJzL1BLAwQUAAAACACHTuJABXinq7kAAADb&#10;AAAADwAAAGRycy9kb3ducmV2LnhtbEVPTWvCQBC9F/oflil4qxu1iERXKYIgnmz04m3ITrMh2dmQ&#10;HaP++25B8DaP9zmrzd23aqA+1oENTMYZKOIy2JorA+fT7nMBKgqyxTYwGXhQhM36/W2FuQ03/qGh&#10;kEqlEI45GnAiXa51LB15jOPQESfuN/QeJcG+0rbHWwr3rZ5m2Vx7rDk1OOxo66hsiqs3IE1zkGN7&#10;cbNBvrg7H76vdXE0ZvQxyZaghO7yEj/de5vmT+H/l3SAXv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V4p6u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shape>
                <v:shape id="电话2 855" o:spid="_x0000_s1026" o:spt="100" style="position:absolute;left:114;top:114;height:341;width:341;v-text-anchor:middle;" fillcolor="#FFFFFF" filled="t" stroked="f" coordsize="396520,469210" o:gfxdata="UEsDBAoAAAAAAIdO4kAAAAAAAAAAAAAAAAAEAAAAZHJzL1BLAwQUAAAACACHTuJAlV8y/LsAAADa&#10;AAAADwAAAGRycy9kb3ducmV2LnhtbEWPS4vCMBSF9wP+h3CF2cg0dWDUqUYXwkzd+lxfmmtTbG5K&#10;E231108EYZaH8/g4i1Vva3Gj1leOFYyTFARx4XTFpYLD/udjBsIHZI21Y1JwJw+r5eBtgZl2HW/p&#10;tguliCPsM1RgQmgyKX1hyKJPXEMcvbNrLYYo21LqFrs4bmv5maYTabHiSDDY0NpQcdldbeSOtvt8&#10;czxNLl/f+bn4HRlaP4xS78NxOgcRqA//4Vd7oxVM4Xkl3gC5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V8y/LsAAADa&#10;AAAADwAAAAAAAAABACAAAAAiAAAAZHJzL2Rvd25yZXYueG1sUEsBAhQAFAAAAAgAh07iQDMvBZ47&#10;AAAAOQAAABAAAAAAAAAAAQAgAAAACgEAAGRycy9zaGFwZXhtbC54bWxQSwUGAAAAAAYABgBbAQAA&#10;tAMAAAAA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  <v:fill on="t" focussize="0,0"/>
                  <v:stroke on="f" weight="1.75pt"/>
                  <v:imagedata o:title=""/>
                  <o:lock v:ext="edit" aspectratio="f"/>
                </v:shape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133985</wp:posOffset>
                </wp:positionV>
                <wp:extent cx="294005" cy="295910"/>
                <wp:effectExtent l="0" t="0" r="10795" b="8890"/>
                <wp:wrapNone/>
                <wp:docPr id="14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005" cy="295910"/>
                          <a:chOff x="0" y="0"/>
                          <a:chExt cx="465" cy="465"/>
                        </a:xfrm>
                        <a:effectLst/>
                      </wpg:grpSpPr>
                      <wps:wsp>
                        <wps:cNvPr id="13" name="正圆 415"/>
                        <wps:cNvSpPr/>
                        <wps:spPr>
                          <a:xfrm>
                            <a:off x="0" y="0"/>
                            <a:ext cx="465" cy="465"/>
                          </a:xfrm>
                          <a:prstGeom prst="ellipse">
                            <a:avLst/>
                          </a:prstGeom>
                          <a:solidFill>
                            <a:srgbClr val="0BAFD3"/>
                          </a:solidFill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lIns="89999" tIns="47159" rIns="89999" bIns="47159" anchor="ctr" upright="1"/>
                      </wps:wsp>
                      <wps:wsp>
                        <wps:cNvPr id="16" name="信息3 417"/>
                        <wps:cNvSpPr/>
                        <wps:spPr>
                          <a:xfrm>
                            <a:off x="78" y="138"/>
                            <a:ext cx="318" cy="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lnTo>
                                  <a:pt x="1897867" y="1805825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lnTo>
                                  <a:pt x="0" y="159634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lnTo>
                                  <a:pt x="4974795" y="156753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lnTo>
                                  <a:pt x="3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050" cap="flat" cmpd="sng">
                            <a:noFill/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213.9pt;margin-top:10.55pt;height:23.3pt;width:23.15pt;z-index:251664384;mso-width-relative:page;mso-height-relative:page;" coordsize="465,465" o:gfxdata="UEsDBAoAAAAAAIdO4kAAAAAAAAAAAAAAAAAEAAAAZHJzL1BLAwQUAAAACACHTuJA10OKG9kAAAAJ&#10;AQAADwAAAGRycy9kb3ducmV2LnhtbE2PQUvDQBCF74L/YRnBm91sjI3ETIoU9VQEW0G8TbPTJDS7&#10;G7LbpP33rie9zWMe732vXJ1NLyYefecsglokINjWTne2Qfjcvd49gvCBrKbeWUa4sIdVdX1VUqHd&#10;bD942oZGxBDrC0JoQxgKKX3dsiG/cAPb+Du40VCIcmykHmmO4aaXaZIspaHOxoaWBl63XB+3J4Pw&#10;NtP8fK9eps3xsL587x7evzaKEW9vVPIEIvA5/JnhFz+iQxWZ9u5ktRc9QpbmET0gpEqBiIYsz+Kx&#10;R1jmOciqlP8XVD9QSwMEFAAAAAgAh07iQOqckK/zAwAA5goAAA4AAABkcnMvZTJvRG9jLnhtbL1W&#10;y47kNBTdI/EPlvd0xXkn6vQI6OkWEoKRZvgAV+I8pCQ2tqurmh0SGrHkA9gg1ogPYMHPMMNvcO3E&#10;Valuuro0SGQRv66vzz33YV++2A09umNSdXwsMLnwMGJjyatubAr8zZubT1KMlKZjRXs+sgLfM4Vf&#10;XH380eVW5MznLe8rJhEoGVW+FQVutRb5aqXKlg1UXXDBRlisuRyohqFsVpWkW9A+9Cvf8+LVlstK&#10;SF4ypWD2elrEV1Z/XbNSf13XimnUFxiwafuX9r82/9XVJc0bSUXblTMM+gEoBtqNcOhe1TXVFG1k&#10;90jV0JWSK17ri5IPK17XXcmsDWAN8R5Ycyv5RlhbmnzbiD1NQO0Dnj5YbfnV3SuJugp8F2I00gF8&#10;9PcfP7z76UdELDtb0eQgdCvFa/FKAl1moplGxuBdLQfTgiloZ3m93/PKdhqVMOlnoedFGJWw5GdR&#10;NmmmedmCcx7tKtuX874wnjeZDhy9OhzHrG+/VNpMH0HaCogkdSBL/TeyXrdUMOsDZXhwZAWOrPe/&#10;/fru57coJBahORyk9lSpXAFr5/J0wl4hlb5lfECmU2DW951QBhfN6d1MA82dlJlWvO+qm67v7UA2&#10;6897ie6oyYPPPr25DmZCj8T6EW0LnEV+ZDWP3OyfiO9Ho+cB7c48Y7berXc2PFS+5tU9EAVlAaC2&#10;XH6H0RZSrMDq2w2VDKP+ixHckmbwQU7aQZiQCAZyubJertCxBFUFLrXEaCNk17SgnVgzZp+b4Pw/&#10;nB875//15y/vv/89AO8nBsfZ3k+gKkIukCA124DWOeADAgsmS0iSzf5x+VVupgAw4s7jUG6qyfcw&#10;17peuRtdV0L9O1n5BNVmn1Fqusb7YZaESQaJ1xY4CHwvTn0bDAO/Y2+4ldQmZ0maJWmcTIakXpRC&#10;0IAxkKMHyX5c7vDDNEqCaYcfEOiH8w4n51phTwi8JIi9fzvBybl2kg9TcyMQi8ghnxA5OddO8iQi&#10;IYFEBr7PEn/SYKe27Lli1qEHCqaj4OoxXo2yeG/zQcRtn1ElaRr4c4AkxEuJf5KlSXXgxyTL4jMk&#10;j0C4o59Gvg8Hiz9OIlc4nsK/3ACowjQ5jR9iPiAhpJQN++ftXeon0QLQ87YEkRdOdNmr7USohlkQ&#10;h+AqA8rJOv2undx1FNTEjxLPZa6Tc+0k/xiDW3c+AFgmF20q7fMTJpcV4Khqq2Vxv7HfHAdHYlNx&#10;J5kXAQelKcd1TzV0BwHXvxqb45o/3SbXVLXTrWF1Gb00bxmtXo4V0vcCngsjPOygwBd4YBWUdgbv&#10;QNOzkpp2/TmSYN6zF8yzt8pZN4R9LMBjytI7P/zMa205hv7yeXr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UGAABbQ29udGVudF9UeXBlc10u&#10;eG1sUEsBAhQACgAAAAAAh07iQAAAAAAAAAAAAAAAAAYAAAAAAAAAAAAQAAAARwUAAF9yZWxzL1BL&#10;AQIUABQAAAAIAIdO4kCKFGY80QAAAJQBAAALAAAAAAAAAAEAIAAAAGsFAABfcmVscy8ucmVsc1BL&#10;AQIUAAoAAAAAAIdO4kAAAAAAAAAAAAAAAAAEAAAAAAAAAAAAEAAAAAAAAABkcnMvUEsBAhQAFAAA&#10;AAgAh07iQNdDihvZAAAACQEAAA8AAAAAAAAAAQAgAAAAIgAAAGRycy9kb3ducmV2LnhtbFBLAQIU&#10;ABQAAAAIAIdO4kDqnJCv8wMAAOYKAAAOAAAAAAAAAAEAIAAAACgBAABkcnMvZTJvRG9jLnhtbFBL&#10;BQYAAAAABgAGAFkBAACNBwAAAAA=&#10;">
                <o:lock v:ext="edit" aspectratio="f"/>
                <v:shape id="正圆 415" o:spid="_x0000_s1026" o:spt="3" type="#_x0000_t3" style="position:absolute;left:0;top:0;height:465;width:465;v-text-anchor:middle;" fillcolor="#0BAFD3" filled="t" stroked="f" coordsize="21600,21600" o:gfxdata="UEsDBAoAAAAAAIdO4kAAAAAAAAAAAAAAAAAEAAAAZHJzL1BLAwQUAAAACACHTuJAmHFBG7sAAADb&#10;AAAADwAAAGRycy9kb3ducmV2LnhtbEVPS2sCMRC+F/ofwgi91WStWF03K1SQCsWDW/E8bMbN4may&#10;bFIf/94UCr3Nx/ecYnVznbjQEFrPGrKxAkFce9Nyo+HwvXmdgwgR2WDnmTTcKcCqfH4qMDf+ynu6&#10;VLERKYRDjhpsjH0uZagtOQxj3xMn7uQHhzHBoZFmwGsKd52cKDWTDltODRZ7Wluqz9WP07D7WkwP&#10;1ZFs+Mzmm3eprDwdP7R+GWVqCSLSLf6L/9xbk+a/we8v6QBZ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HFBG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信息3 417" o:spid="_x0000_s1026" o:spt="100" style="position:absolute;left:78;top:138;height:179;width:318;v-text-anchor:middle;" fillcolor="#FFFFFF" filled="t" stroked="f" coordsize="4974795,3320682" o:gfxdata="UEsDBAoAAAAAAIdO4kAAAAAAAAAAAAAAAAAEAAAAZHJzL1BLAwQUAAAACACHTuJARQdAhLwAAADb&#10;AAAADwAAAGRycy9kb3ducmV2LnhtbEVPTWvCQBC9C/0PyxR6040eQk1dxYqlnixGsT1Os2MSmp1N&#10;s2sS/70rCN7m8T5ntuhNJVpqXGlZwXgUgSDOrC45V3DYfwxfQTiPrLGyTAou5GAxfxrMMNG24x21&#10;qc9FCGGXoILC+zqR0mUFGXQjWxMH7mQbgz7AJpe6wS6Em0pOoiiWBksODQXWtCoo+0vPRkE7NZ/L&#10;99Vx/dP9xl/nPr1s/79TpV6ex9EbCE+9f4jv7o0O82O4/RIOkPM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HQIS8AAAA&#10;2wAAAA8AAAAAAAAAAQAgAAAAIgAAAGRycy9kb3ducmV2LnhtbFBLAQIUABQAAAAIAIdO4kAzLwWe&#10;OwAAADkAAAAQAAAAAAAAAAEAIAAAAAsBAABkcnMvc2hhcGV4bWwueG1sUEsFBgAAAAAGAAYAWwEA&#10;ALUDAAAAAA==&#10;" path="m1897867,1805825l2485737,2315734,3073607,1805825,4820061,3320682,151413,3320682,1897867,1805825xm0,159634l1788328,1710812,0,3261996,0,159634xm4974795,156753l4974795,3264872,3183146,1710812,4974795,156753xm35040,0l4936434,0,2485737,2125709,35040,0xe">
                  <v:fill on="t" focussize="0,0"/>
                  <v:stroke on="f" weight="1.5pt"/>
                  <v:imagedata o:title=""/>
                  <o:lock v:ext="edit" aspectratio="f"/>
                </v:shape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153670</wp:posOffset>
                </wp:positionV>
                <wp:extent cx="287020" cy="287655"/>
                <wp:effectExtent l="0" t="0" r="17780" b="17145"/>
                <wp:wrapNone/>
                <wp:docPr id="17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020" cy="287655"/>
                          <a:chOff x="0" y="0"/>
                          <a:chExt cx="454" cy="454"/>
                        </a:xfrm>
                        <a:effectLst/>
                      </wpg:grpSpPr>
                      <wps:wsp>
                        <wps:cNvPr id="18" name="正圆 1244"/>
                        <wps:cNvSpPr/>
                        <wps:spPr>
                          <a:xfrm>
                            <a:off x="0" y="0"/>
                            <a:ext cx="454" cy="454"/>
                          </a:xfrm>
                          <a:prstGeom prst="ellipse">
                            <a:avLst/>
                          </a:prstGeom>
                          <a:solidFill>
                            <a:srgbClr val="0BAFD3"/>
                          </a:solidFill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lIns="89999" tIns="47159" rIns="89999" bIns="47159" anchor="ctr" upright="1"/>
                      </wps:wsp>
                      <wps:wsp>
                        <wps:cNvPr id="19" name="搜索2 423"/>
                        <wps:cNvSpPr/>
                        <wps:spPr>
                          <a:xfrm>
                            <a:off x="108" y="124"/>
                            <a:ext cx="222" cy="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6557" h="1124410">
                                <a:moveTo>
                                  <a:pt x="319502" y="42976"/>
                                </a:moveTo>
                                <a:cubicBezTo>
                                  <a:pt x="167768" y="42976"/>
                                  <a:pt x="44763" y="161072"/>
                                  <a:pt x="44763" y="306750"/>
                                </a:cubicBezTo>
                                <a:cubicBezTo>
                                  <a:pt x="44763" y="452429"/>
                                  <a:pt x="167768" y="570525"/>
                                  <a:pt x="319502" y="570525"/>
                                </a:cubicBezTo>
                                <a:cubicBezTo>
                                  <a:pt x="471237" y="570525"/>
                                  <a:pt x="594242" y="452429"/>
                                  <a:pt x="594242" y="306750"/>
                                </a:cubicBezTo>
                                <a:cubicBezTo>
                                  <a:pt x="594242" y="161072"/>
                                  <a:pt x="471237" y="42976"/>
                                  <a:pt x="319502" y="42976"/>
                                </a:cubicBezTo>
                                <a:close/>
                                <a:moveTo>
                                  <a:pt x="319502" y="0"/>
                                </a:moveTo>
                                <a:cubicBezTo>
                                  <a:pt x="495959" y="0"/>
                                  <a:pt x="639005" y="137337"/>
                                  <a:pt x="639005" y="306750"/>
                                </a:cubicBezTo>
                                <a:cubicBezTo>
                                  <a:pt x="639005" y="405310"/>
                                  <a:pt x="590590" y="493013"/>
                                  <a:pt x="515156" y="548896"/>
                                </a:cubicBezTo>
                                <a:lnTo>
                                  <a:pt x="582115" y="648710"/>
                                </a:lnTo>
                                <a:lnTo>
                                  <a:pt x="602593" y="634624"/>
                                </a:lnTo>
                                <a:cubicBezTo>
                                  <a:pt x="861748" y="850694"/>
                                  <a:pt x="940987" y="1016410"/>
                                  <a:pt x="924472" y="1076071"/>
                                </a:cubicBezTo>
                                <a:cubicBezTo>
                                  <a:pt x="918911" y="1116496"/>
                                  <a:pt x="880404" y="1127298"/>
                                  <a:pt x="856539" y="1123792"/>
                                </a:cubicBezTo>
                                <a:cubicBezTo>
                                  <a:pt x="699114" y="1087767"/>
                                  <a:pt x="580304" y="803802"/>
                                  <a:pt x="527916" y="685990"/>
                                </a:cubicBezTo>
                                <a:lnTo>
                                  <a:pt x="547442" y="672559"/>
                                </a:lnTo>
                                <a:lnTo>
                                  <a:pt x="479840" y="571786"/>
                                </a:lnTo>
                                <a:cubicBezTo>
                                  <a:pt x="432836" y="598404"/>
                                  <a:pt x="378006" y="613501"/>
                                  <a:pt x="319502" y="613501"/>
                                </a:cubicBezTo>
                                <a:cubicBezTo>
                                  <a:pt x="143046" y="613501"/>
                                  <a:pt x="0" y="476164"/>
                                  <a:pt x="0" y="306750"/>
                                </a:cubicBezTo>
                                <a:cubicBezTo>
                                  <a:pt x="0" y="137337"/>
                                  <a:pt x="143046" y="0"/>
                                  <a:pt x="3195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050" cap="flat" cmpd="sng">
                            <a:noFill/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214.4pt;margin-top:12.1pt;height:22.65pt;width:22.6pt;z-index:251663360;mso-width-relative:page;mso-height-relative:page;" coordsize="454,454" o:gfxdata="UEsDBAoAAAAAAIdO4kAAAAAAAAAAAAAAAAAEAAAAZHJzL1BLAwQUAAAACACHTuJAn6vvUtoAAAAJ&#10;AQAADwAAAGRycy9kb3ducmV2LnhtbE2PQUvDQBSE74L/YXmCN7tJTGuNeSlS1FMRbAXx9pq8JqHZ&#10;tyG7Tdp/73rS4zDDzDf56mw6NfLgWisI8SwCxVLaqpUa4XP3ercE5TxJRZ0VRriwg1VxfZVTVtlJ&#10;Pnjc+lqFEnEZITTe95nWrmzYkJvZniV4BzsY8kEOta4GmkK56XQSRQttqJWw0FDP64bL4/ZkEN4m&#10;mp7v45dxczysL9+7+fvXJmbE25s4egLl+ez/wvCLH9ChCEx7e5LKqQ4hTZYB3SMkaQIqBNKHNJzb&#10;Iywe56CLXP9/UPwAUEsDBBQAAAAIAIdO4kCnJBGZ7AQAAPgNAAAOAAAAZHJzL2Uyb0RvYy54bWy9&#10;V82O2zYQvhfoOwi6d01S/JGM9QZNN7soULQBkj4ALdGWAP2V1K69ORdFj3mAnNpzb731edK8Roek&#10;ZNP2NvGmQL0Lm9JwhjPfNzMaXT7bNnV0r7SpunYR4wsUR6rNu6Jq14v4x9c3X6VxZAbZFrLuWrWI&#10;H5SJn119+cXlpp8r0pVdXSgdgZHWzDf9Ii6HoZ/PZiYvVSPNRderFoSrTjdygEu9nhVabsB6U88I&#10;Qny26XTR6y5XxsDday+Mr5z91Urlww+rlVFDVC9i8G1w39p9L+337OpSztda9mWVj27Iz/CikVUL&#10;h+5MXctBRne6OjHVVLnuTLcaLvKumXWrVZUrFwNEg9FRNLe6u+tdLOv5Zt3vYAJoj3D6bLP59/cv&#10;dVQVwJ2Io1Y2wNGHv35+//bXCCcWnU2/nsOmW92/6l/q8cbaX9mAtyvd2F8IJdo6XB92uKrtEOVw&#10;k6QCEUA/BxGsOWMe97wEck608vLFqEcZ9Up2AUfP9scpx+13ZrC3rY87lzY9ZJLZg2X+G1ivStkr&#10;x4GxOExgQVp7sP7+4/f3736JMKHORXs6bNthZeYGYDsXqI8E3Gsz3KquiexiEau6rnpjHZNzeT/i&#10;IOfTLnvbdHVV3FR17S70evlNraN7aQvh+dc3145dQPRgW91Gm0WcMcKc5baz+h75urV2jnCfwrNh&#10;D9vl1uWHmS+74gGQgr4ArpadfhNHG6ixRWx+upNaxVH9bQu8pBl8oCjdBRWYwYUOJctQItscTC3i&#10;fNBxdNfral2CdewSYyTdpuv/wT74ObL/9t2HP38jESVjsZzJPkaQQFANkDa+FHalQshYJyQ9Svn8&#10;zmdASDk0nMKTD2lQTqt8205LDR3wo72vl4PVs0bt0tFPoEKhG5Tgn81rjFwyNN29et25jYMt2gRn&#10;DIG3EAYlmeCju/tt+d2yyp+rN6ES5kJwH/tOCU52BikVPPGwcIwE8cgcyxLEBXONG5L38IjDq2NF&#10;yggcGRoNnGEC2aSH/J28CcLbC887UmCSAH4AzF5zMssyCm541E4cCoRPDDPQxKfg7R06AT0Icyc7&#10;jbLujHLY7Nn18AbqEyf7LY/ykTH4c/GPT19viCcZQsyzn4gE8Au4CIRPxCXQpIglkMqBWZYh+Pdc&#10;ZAnyD7wdUZhhxp2Q0TTNpvw+DKpuw+xmKcHYB8FpKvxpgOa0a/odQ0aEZT7heUI5mZ5x067Dk7xO&#10;yrGgvn5Shng2tg8vzCjKUp94GGFuCzeINoNShqJybQcJjoRvnecUUYbTDGOvisGwB2NCKk0RRfCk&#10;tv0ME0Ey17l2UsZZ4gkHaSIyV9enKfZIs+AZnDoaRik0joOkYClKxmNhlUIrCoJlRGTYs8dTlgHL&#10;IDw5dELaw8eooGNpckEYZKnXmXZNv343FVlKffIwgUU65ce06zH2aELSZMwpq33AXiJSGGgdjBwn&#10;DDl6JhSDOtsLT+J57ExMAaV/Mzsmv+BAagifv//EWvNK+KR6Aw8OEjKI6XF68rHtQJz22eQI3D2v&#10;XPD7J+LBGGPCaefGfUYuD7b5aQdDFwDXczufrGo5wLLpYSA27fpwCAIvYPa6lqb0Y5Sz5VErlSxe&#10;tEU0PPQwQLfwqgMTzyJuVAGzjoI3I7ty6TnIqj5nJ4T3yYnrk2PWWSOTG5/h9cLBO74K2feX8BrW&#10;4Qvb1T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fBwAAW0NvbnRlbnRfVHlwZXNdLnhtbFBLAQIUAAoAAAAAAIdO4kAAAAAAAAAAAAAAAAAGAAAA&#10;AAAAAAAAEAAAAEEGAABfcmVscy9QSwECFAAUAAAACACHTuJAihRmPNEAAACUAQAACwAAAAAAAAAB&#10;ACAAAABlBgAAX3JlbHMvLnJlbHNQSwECFAAKAAAAAACHTuJAAAAAAAAAAAAAAAAABAAAAAAAAAAA&#10;ABAAAAAAAAAAZHJzL1BLAQIUABQAAAAIAIdO4kCfq+9S2gAAAAkBAAAPAAAAAAAAAAEAIAAAACIA&#10;AABkcnMvZG93bnJldi54bWxQSwECFAAUAAAACACHTuJApyQRmewEAAD4DQAADgAAAAAAAAABACAA&#10;AAApAQAAZHJzL2Uyb0RvYy54bWxQSwUGAAAAAAYABgBZAQAAhwgAAAAA&#10;">
                <o:lock v:ext="edit" aspectratio="f"/>
                <v:shape id="正圆 1244" o:spid="_x0000_s1026" o:spt="3" type="#_x0000_t3" style="position:absolute;left:0;top:0;height:454;width:454;v-text-anchor:middle;" fillcolor="#0BAFD3" filled="t" stroked="f" coordsize="21600,21600" o:gfxdata="UEsDBAoAAAAAAIdO4kAAAAAAAAAAAAAAAAAEAAAAZHJzL1BLAwQUAAAACACHTuJAltXTar0AAADb&#10;AAAADwAAAGRycy9kb3ducmV2LnhtbEWPT2sCMRDF74V+hzBCbzXZUqzdGoUWpIJ4cBXPw2bcLG4m&#10;yyb1z7d3DkJvM7w37/1mtriGTp1pSG1kC8XYgCKuo2u5sbDfLV+noFJGdthFJgs3SrCYPz/NsHTx&#10;wls6V7lREsKpRAs+577UOtWeAqZx7IlFO8YhYJZ1aLQb8CLhodNvxkx0wJalwWNPP57qU/UXLGzW&#10;n+/76kA+/RbT5Yc2Xh8P39a+jArzBSrTNf+bH9crJ/gCK7/IAHp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1dNq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搜索2 423" o:spid="_x0000_s1026" o:spt="100" style="position:absolute;left:108;top:124;height:228;width:222;v-text-anchor:middle;" fillcolor="#FFFFFF" filled="t" stroked="f" coordsize="926557,1124410" o:gfxdata="UEsDBAoAAAAAAIdO4kAAAAAAAAAAAAAAAAAEAAAAZHJzL1BLAwQUAAAACACHTuJA9BPsGLsAAADb&#10;AAAADwAAAGRycy9kb3ducmV2LnhtbEVPS4vCMBC+C/sfwix401QRcavRg7CuF/HRBa9DMzbVZtJt&#10;slb/vREEb/PxPWe2uNlKXKnxpWMFg34Cgjh3uuRCwW/23ZuA8AFZY+WYFNzJw2L+0Zlhql3Le7oe&#10;QiFiCPsUFZgQ6lRKnxuy6PuuJo7cyTUWQ4RNIXWDbQy3lRwmyVhaLDk2GKxpaSi/HP6tgp+N+duu&#10;Jnc5bs/56bgZZetddlaq+zlIpiAC3cJb/HKvdZz/Bc9f4gFy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BPsGLsAAADb&#10;AAAADwAAAAAAAAABACAAAAAiAAAAZHJzL2Rvd25yZXYueG1sUEsBAhQAFAAAAAgAh07iQDMvBZ47&#10;AAAAOQAAABAAAAAAAAAAAQAgAAAACgEAAGRycy9zaGFwZXhtbC54bWxQSwUGAAAAAAYABgBbAQAA&#10;tAMAAAAA&#10;" path="m319502,42976c167768,42976,44763,161072,44763,306750c44763,452429,167768,570525,319502,570525c471237,570525,594242,452429,594242,306750c594242,161072,471237,42976,319502,42976xm319502,0c495959,0,639005,137337,639005,306750c639005,405310,590590,493013,515156,548896l582115,648710,602593,634624c861748,850694,940987,1016410,924472,1076071c918911,1116496,880404,1127298,856539,1123792c699114,1087767,580304,803802,527916,685990l547442,672559,479840,571786c432836,598404,378006,613501,319502,613501c143046,613501,0,476164,0,306750c0,137337,143046,0,319502,0xe">
                  <v:fill on="t" focussize="0,0"/>
                  <v:stroke on="f" weight="1.5pt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7612380</wp:posOffset>
                </wp:positionH>
                <wp:positionV relativeFrom="paragraph">
                  <wp:posOffset>9174480</wp:posOffset>
                </wp:positionV>
                <wp:extent cx="114300" cy="913765"/>
                <wp:effectExtent l="0" t="0" r="0" b="63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13765"/>
                        </a:xfrm>
                        <a:prstGeom prst="rect">
                          <a:avLst/>
                        </a:prstGeom>
                        <a:solidFill>
                          <a:srgbClr val="8FBFF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9.4pt;margin-top:722.4pt;height:71.95pt;width:9pt;z-index:251666432;v-text-anchor:middle;mso-width-relative:page;mso-height-relative:page;" fillcolor="#8FBFF0" filled="t" stroked="f" coordsize="21600,21600" o:gfxdata="UEsDBAoAAAAAAIdO4kAAAAAAAAAAAAAAAAAEAAAAZHJzL1BLAwQUAAAACACHTuJAyETKptgAAAAP&#10;AQAADwAAAGRycy9kb3ducmV2LnhtbE2PTU/DMAyG70j8h8hI3FjaUbauNN0BwQkJiYHYNW28pqJx&#10;QpN9/Xu8E9yeV7ZeP67XJzeKA05x8KQgn2UgkDpvBuoVfH683JUgYtJk9OgJFZwxwrq5vqp1ZfyR&#10;3vGwSb3gEoqVVmBTCpWUsbPodJz5gMSznZ+cThynXppJH7ncjXKeZQvp9EB8weqATxa7783eKfix&#10;S5Syt/h2H86rr9cwue1zq9TtTZ49gkh4Sn/LcNFndWjYqfV7MlGMnPNVye6JqSgKpsvOPF8wtUwP&#10;ZbkE2dTy/x/NL1BLAwQUAAAACACHTuJAVK8NZVcCAACMBAAADgAAAGRycy9lMm9Eb2MueG1srVTb&#10;bhMxEH1H4h8sv9PNpilto26q0CoIqaKVCuLZ8dpZS75hO9mUn0HijY/gcxC/wbF3e+HyhMiDM+OZ&#10;zJk5PpOz873RZCdCVM42tD6YUCIsd62ym4a+f7d6cUJJTMy2TDsrGnonIj1fPH921vu5mLrO6VYE&#10;giI2znvf0C4lP6+qyDthWDxwXlgEpQuGJbhhU7WB9ahudDWdTF5WvQutD46LGHF7OQTpotSXUvB0&#10;LWUUieiGordUzlDOdT6rxRmbbwLzneJjG+wfujBMWYA+lLpkiZFtUH+UMooHF51MB9yZykmpuCgz&#10;YJp68ts0tx3zoswCcqJ/oCn+v7L87e4mENU29LCmxDKDN/rx+ev3b18ILsBO7+McSbf+JoxehJlH&#10;3ctg8jeGIPvC6N0Do2KfCMdlXc8OJ+CdI3RaHx6/PMo1q8cf+xDTa+EMyUZDAx6s8Mh2VzENqfcp&#10;GSs6rdqV0ro4YbO+0IHsGB73ZPVqtSrvieq/pGlLenQyPS6NMIhMapbQk/EYO9oNJUxvoF6eQsG2&#10;LiMAnM0z9iWL3YBRyg6SMSpBt1oZIE/yZ5xL2/wzUZQ3TpAZHDjL1tq1d2A8uEGK0fOVAsgVi+mG&#10;BWgPbGGf0jUOqR06d6NFSefCp7/d53xIAlFKemgZU33csiAo0W8sxHJaz2ZZ/MWZHR1P4YSnkfXT&#10;iN2aCwdGoQd0V8ycn/S9KYMzH7B2y4yKELMc2AN/o3ORhh3D4nKxXJY0CN6zdGVvPc/FM0/WLbfJ&#10;SVVe+pEdKCQ7kHzRyrieeaee+iXr8U9k8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IRMqm2AAA&#10;AA8BAAAPAAAAAAAAAAEAIAAAACIAAABkcnMvZG93bnJldi54bWxQSwECFAAUAAAACACHTuJAVK8N&#10;ZVcCAACMBAAADgAAAAAAAAABACAAAAAn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875E5"/>
    <w:rsid w:val="003A2D1F"/>
    <w:rsid w:val="00475B8D"/>
    <w:rsid w:val="018B5299"/>
    <w:rsid w:val="08944E48"/>
    <w:rsid w:val="1316169B"/>
    <w:rsid w:val="16B4741A"/>
    <w:rsid w:val="1C1A7AA9"/>
    <w:rsid w:val="39652DC6"/>
    <w:rsid w:val="3A2270A5"/>
    <w:rsid w:val="4CFF6E62"/>
    <w:rsid w:val="6D740BA3"/>
    <w:rsid w:val="6EC875E5"/>
    <w:rsid w:val="7A8D6B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665C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Variable"/>
    <w:basedOn w:val="4"/>
    <w:qFormat/>
    <w:uiPriority w:val="0"/>
  </w:style>
  <w:style w:type="character" w:styleId="10">
    <w:name w:val="Hyperlink"/>
    <w:basedOn w:val="4"/>
    <w:qFormat/>
    <w:uiPriority w:val="0"/>
    <w:rPr>
      <w:color w:val="3665C3"/>
      <w:u w:val="none"/>
    </w:rPr>
  </w:style>
  <w:style w:type="character" w:styleId="11">
    <w:name w:val="HTML Code"/>
    <w:basedOn w:val="4"/>
    <w:qFormat/>
    <w:uiPriority w:val="0"/>
    <w:rPr>
      <w:rFonts w:ascii="Courier New" w:hAnsi="Courier New"/>
      <w:sz w:val="20"/>
    </w:rPr>
  </w:style>
  <w:style w:type="character" w:styleId="12">
    <w:name w:val="HTML Cite"/>
    <w:basedOn w:val="4"/>
    <w:qFormat/>
    <w:uiPriority w:val="0"/>
  </w:style>
  <w:style w:type="character" w:customStyle="1" w:styleId="14">
    <w:name w:val="nav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12304;&#23553;&#38754;+&#33258;&#33616;&#20070;+&#31616;&#21382;+&#23553;&#24213;&#12305;&#21019;&#24847;&#34013;&#33394;&#31616;&#32422;&#31616;&#21382;&#27169;&#26495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【封面+自荐书+简历+封底】创意蓝色简约简历模板.docx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2017-07-07T10:09:00Z</dcterms:created>
  <dc:creator>kedao</dc:creator>
  <cp:lastModifiedBy>WPS_1528193819</cp:lastModifiedBy>
  <dcterms:modified xsi:type="dcterms:W3CDTF">2018-07-26T05:54:50Z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